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29A9BA5F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5152F" w:rsidRPr="005E03C7">
        <w:rPr>
          <w:rFonts w:asciiTheme="majorHAnsi" w:eastAsia="Times New Roman" w:hAnsiTheme="majorHAnsi" w:cs="Times New Roman"/>
          <w:lang w:eastAsia="cs-CZ"/>
        </w:rPr>
        <w:t>5</w:t>
      </w:r>
      <w:r w:rsidR="00535F91">
        <w:rPr>
          <w:rFonts w:asciiTheme="majorHAnsi" w:eastAsia="Times New Roman" w:hAnsiTheme="majorHAnsi" w:cs="Times New Roman"/>
          <w:lang w:eastAsia="cs-CZ"/>
        </w:rPr>
        <w:t>a)</w:t>
      </w:r>
      <w:r w:rsidR="00A756D0" w:rsidRPr="005E03C7">
        <w:rPr>
          <w:rFonts w:asciiTheme="majorHAnsi" w:eastAsia="Times New Roman" w:hAnsiTheme="majorHAnsi" w:cs="Times New Roman"/>
          <w:lang w:eastAsia="cs-CZ"/>
        </w:rPr>
        <w:t xml:space="preserve"> </w:t>
      </w:r>
      <w:r w:rsidR="00090454" w:rsidRPr="005E03C7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684108BF" w14:textId="65B5C99F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I. část veřejné zakázky</w:t>
      </w:r>
    </w:p>
    <w:p w14:paraId="50E97740" w14:textId="0563EBEB" w:rsidR="009F772C" w:rsidRPr="009F772C" w:rsidRDefault="00367EAA" w:rsidP="009F772C">
      <w:pPr>
        <w:pStyle w:val="Odstavecseseznamem"/>
        <w:numPr>
          <w:ilvl w:val="0"/>
          <w:numId w:val="41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BD273C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9F772C" w14:paraId="776786CE" w14:textId="75D58F44" w:rsidTr="00057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AB7FED" w14:textId="546E82DA" w:rsidR="00095E9E" w:rsidRDefault="00367EAA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367EAA">
              <w:rPr>
                <w:bCs/>
                <w:iCs/>
                <w:sz w:val="16"/>
                <w:szCs w:val="16"/>
              </w:rPr>
              <w:t xml:space="preserve">TESTOVACÍ PŘÍPRAVKY GSM-R STOP pro radiostanice RADOM FXM20 s GSM-R moduly MT2 </w:t>
            </w:r>
            <w:proofErr w:type="spellStart"/>
            <w:r w:rsidRPr="00367EAA">
              <w:rPr>
                <w:bCs/>
                <w:iCs/>
                <w:sz w:val="16"/>
                <w:szCs w:val="16"/>
              </w:rPr>
              <w:t>Funkwerk</w:t>
            </w:r>
            <w:proofErr w:type="spellEnd"/>
          </w:p>
        </w:tc>
        <w:tc>
          <w:tcPr>
            <w:tcW w:w="1818" w:type="dxa"/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  <w:tr w:rsidR="00095E9E" w14:paraId="42C11417" w14:textId="045880A8" w:rsidTr="00095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74FD15" w14:textId="4311F475" w:rsidR="00095E9E" w:rsidRDefault="00367EAA" w:rsidP="0005735A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367EAA">
              <w:rPr>
                <w:bCs/>
                <w:iCs/>
                <w:sz w:val="16"/>
                <w:szCs w:val="16"/>
              </w:rPr>
              <w:t xml:space="preserve">TESTOVACÍ PŘÍPRAVKY GSM-R STOP pro radiostanice RADOM FXM20 s GSM-R moduly </w:t>
            </w:r>
            <w:r w:rsidR="0005735A" w:rsidRPr="0005735A">
              <w:rPr>
                <w:bCs/>
                <w:iCs/>
                <w:sz w:val="16"/>
                <w:szCs w:val="16"/>
              </w:rPr>
              <w:t>TRC-5RMe (</w:t>
            </w:r>
            <w:proofErr w:type="spellStart"/>
            <w:r w:rsidR="0005735A" w:rsidRPr="0005735A">
              <w:rPr>
                <w:bCs/>
                <w:iCs/>
                <w:sz w:val="16"/>
                <w:szCs w:val="16"/>
              </w:rPr>
              <w:t>Ext</w:t>
            </w:r>
            <w:proofErr w:type="spellEnd"/>
            <w:r w:rsidR="0005735A" w:rsidRPr="0005735A">
              <w:rPr>
                <w:bCs/>
                <w:iCs/>
                <w:sz w:val="16"/>
                <w:szCs w:val="16"/>
              </w:rPr>
              <w:t xml:space="preserve">.) </w:t>
            </w:r>
            <w:proofErr w:type="spellStart"/>
            <w:r w:rsidR="0005735A" w:rsidRPr="0005735A">
              <w:rPr>
                <w:bCs/>
                <w:iCs/>
                <w:sz w:val="16"/>
                <w:szCs w:val="16"/>
              </w:rPr>
              <w:t>Triorail</w:t>
            </w:r>
            <w:proofErr w:type="spellEnd"/>
          </w:p>
        </w:tc>
        <w:tc>
          <w:tcPr>
            <w:tcW w:w="1818" w:type="dxa"/>
          </w:tcPr>
          <w:p w14:paraId="320EDAC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81DEFE2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3E14F23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F88A877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504181D5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8B39E58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4D1DE16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DCE69E4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7D6F4E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15F4C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444593E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24C66BA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bookmarkStart w:id="0" w:name="_GoBack"/>
            <w:bookmarkEnd w:id="0"/>
          </w:p>
        </w:tc>
      </w:tr>
      <w:tr w:rsidR="009F772C" w14:paraId="1CF04219" w14:textId="77777777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4"/>
            <w:shd w:val="clear" w:color="auto" w:fill="D9D9D9" w:themeFill="background1" w:themeFillShade="D9"/>
          </w:tcPr>
          <w:p w14:paraId="4B0FDFD7" w14:textId="19AA6EF8" w:rsidR="009F772C" w:rsidRPr="009F772C" w:rsidRDefault="009F772C" w:rsidP="00C90E90">
            <w:pPr>
              <w:spacing w:before="120" w:after="120"/>
              <w:outlineLvl w:val="1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F83DFF">
              <w:rPr>
                <w:rFonts w:cs="Arial"/>
                <w:b/>
                <w:bCs/>
                <w:iCs/>
                <w:sz w:val="16"/>
                <w:szCs w:val="16"/>
              </w:rPr>
              <w:t>Celková Cena</w:t>
            </w:r>
            <w:r w:rsidR="00C90E90">
              <w:rPr>
                <w:rFonts w:cs="Arial"/>
                <w:b/>
                <w:bCs/>
                <w:iCs/>
                <w:sz w:val="16"/>
                <w:szCs w:val="16"/>
              </w:rPr>
              <w:t xml:space="preserve"> za předmět koupě, tj. 15 + 15 ks </w:t>
            </w:r>
          </w:p>
        </w:tc>
        <w:tc>
          <w:tcPr>
            <w:tcW w:w="1818" w:type="dxa"/>
          </w:tcPr>
          <w:p w14:paraId="203912CE" w14:textId="3C726D4A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</w:t>
            </w:r>
            <w:r w:rsidR="00C90E90"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RODÁVAJÍCÍ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B0B141F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</w:tcPr>
          <w:p w14:paraId="4C216F3E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30FBB02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</w:tcPr>
          <w:p w14:paraId="277FCBC0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D861C15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5E51A" w14:textId="77777777" w:rsidR="005248DA" w:rsidRDefault="005248DA" w:rsidP="00962258">
      <w:pPr>
        <w:spacing w:after="0" w:line="240" w:lineRule="auto"/>
      </w:pPr>
      <w:r>
        <w:separator/>
      </w:r>
    </w:p>
  </w:endnote>
  <w:endnote w:type="continuationSeparator" w:id="0">
    <w:p w14:paraId="3B6C9B0F" w14:textId="77777777" w:rsidR="005248DA" w:rsidRDefault="005248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73A0501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7F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7F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379FC" w14:textId="77777777" w:rsidR="005248DA" w:rsidRDefault="005248DA" w:rsidP="00962258">
      <w:pPr>
        <w:spacing w:after="0" w:line="240" w:lineRule="auto"/>
      </w:pPr>
      <w:r>
        <w:separator/>
      </w:r>
    </w:p>
  </w:footnote>
  <w:footnote w:type="continuationSeparator" w:id="0">
    <w:p w14:paraId="20B0340E" w14:textId="77777777" w:rsidR="005248DA" w:rsidRDefault="005248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6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5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4"/>
  </w:num>
  <w:num w:numId="29">
    <w:abstractNumId w:val="5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1"/>
  </w:num>
  <w:num w:numId="35">
    <w:abstractNumId w:val="15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3"/>
  </w:num>
  <w:num w:numId="39">
    <w:abstractNumId w:val="16"/>
  </w:num>
  <w:num w:numId="40">
    <w:abstractNumId w:val="1"/>
  </w:num>
  <w:num w:numId="4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4F9"/>
    <w:rsid w:val="00336BEC"/>
    <w:rsid w:val="00341DCF"/>
    <w:rsid w:val="00346133"/>
    <w:rsid w:val="00357BC6"/>
    <w:rsid w:val="00367EAA"/>
    <w:rsid w:val="00390605"/>
    <w:rsid w:val="003956C6"/>
    <w:rsid w:val="003B17C3"/>
    <w:rsid w:val="003B71C1"/>
    <w:rsid w:val="003F2FD1"/>
    <w:rsid w:val="0041655B"/>
    <w:rsid w:val="00441430"/>
    <w:rsid w:val="00450CD9"/>
    <w:rsid w:val="00450F07"/>
    <w:rsid w:val="00453CD3"/>
    <w:rsid w:val="00460660"/>
    <w:rsid w:val="00463F74"/>
    <w:rsid w:val="00486107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736B7"/>
    <w:rsid w:val="00575E5A"/>
    <w:rsid w:val="00585EBC"/>
    <w:rsid w:val="00594CC9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638"/>
    <w:rsid w:val="008D03B9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2E97"/>
    <w:rsid w:val="009C7C87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C02D0A"/>
    <w:rsid w:val="00C03A6E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1333E"/>
    <w:rsid w:val="00E36C4A"/>
    <w:rsid w:val="00E81887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3756A3-340F-48A2-8C54-3DE382B1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8</cp:revision>
  <cp:lastPrinted>2017-11-28T17:18:00Z</cp:lastPrinted>
  <dcterms:created xsi:type="dcterms:W3CDTF">2021-09-07T12:33:00Z</dcterms:created>
  <dcterms:modified xsi:type="dcterms:W3CDTF">2021-09-07T12:52:00Z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